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3C558F" w14:textId="36B4AF79" w:rsidR="006E5D65" w:rsidRPr="00B169DF" w:rsidRDefault="00D8678B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nr </w:t>
      </w:r>
      <w:r w:rsidR="00F61A26" w:rsidRPr="00B169DF">
        <w:rPr>
          <w:rFonts w:ascii="Corbel" w:hAnsi="Corbel"/>
          <w:bCs/>
          <w:i/>
        </w:rPr>
        <w:t>7/2023</w:t>
      </w:r>
    </w:p>
    <w:p w14:paraId="01AB1370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1B1563EA" w14:textId="67A4F2FD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5C2708" w:rsidRPr="005C2708">
        <w:rPr>
          <w:rFonts w:ascii="Corbel" w:hAnsi="Corbel"/>
          <w:b/>
          <w:smallCaps/>
          <w:sz w:val="24"/>
          <w:szCs w:val="24"/>
        </w:rPr>
        <w:t>2024</w:t>
      </w:r>
      <w:r w:rsidR="00491C3C">
        <w:rPr>
          <w:rFonts w:ascii="Corbel" w:hAnsi="Corbel"/>
          <w:b/>
          <w:smallCaps/>
          <w:sz w:val="24"/>
          <w:szCs w:val="24"/>
        </w:rPr>
        <w:t xml:space="preserve"> - </w:t>
      </w:r>
      <w:r w:rsidR="005C2708" w:rsidRPr="005C2708">
        <w:rPr>
          <w:rFonts w:ascii="Corbel" w:hAnsi="Corbel"/>
          <w:b/>
          <w:smallCaps/>
          <w:sz w:val="24"/>
          <w:szCs w:val="24"/>
        </w:rPr>
        <w:t>2027</w:t>
      </w:r>
    </w:p>
    <w:p w14:paraId="2D63ADBC" w14:textId="77777777" w:rsidR="00491C3C" w:rsidRDefault="0085747A" w:rsidP="00491C3C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00EBA4C4" w14:textId="051431AF" w:rsidR="00445970" w:rsidRPr="00B169DF" w:rsidRDefault="00445970" w:rsidP="00491C3C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</w:t>
      </w:r>
      <w:r w:rsidR="005C2708">
        <w:rPr>
          <w:rFonts w:ascii="Corbel" w:hAnsi="Corbel"/>
          <w:sz w:val="20"/>
          <w:szCs w:val="20"/>
        </w:rPr>
        <w:t>2025/2026</w:t>
      </w:r>
    </w:p>
    <w:p w14:paraId="6B1C95BE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2A990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2E5F686" w14:textId="77777777" w:rsidTr="005C2708">
        <w:tc>
          <w:tcPr>
            <w:tcW w:w="2694" w:type="dxa"/>
            <w:vAlign w:val="center"/>
          </w:tcPr>
          <w:p w14:paraId="7E0A71BD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1BA4B41" w14:textId="6BF5998E" w:rsidR="0085747A" w:rsidRPr="00B169DF" w:rsidRDefault="004F75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579">
              <w:rPr>
                <w:rFonts w:ascii="Corbel" w:hAnsi="Corbel"/>
                <w:b w:val="0"/>
                <w:sz w:val="24"/>
                <w:szCs w:val="24"/>
              </w:rPr>
              <w:t>Promocja zdrowia- wybrane zagadnienia</w:t>
            </w:r>
          </w:p>
        </w:tc>
      </w:tr>
      <w:tr w:rsidR="0085747A" w:rsidRPr="00B169DF" w14:paraId="67AD8C8A" w14:textId="77777777" w:rsidTr="005C2708">
        <w:tc>
          <w:tcPr>
            <w:tcW w:w="2694" w:type="dxa"/>
            <w:vAlign w:val="center"/>
          </w:tcPr>
          <w:p w14:paraId="1B2F3A8A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DE57B06" w14:textId="4B1F6CED" w:rsidR="0085747A" w:rsidRPr="00B169DF" w:rsidRDefault="005C27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2708">
              <w:rPr>
                <w:rFonts w:ascii="Corbel" w:hAnsi="Corbel"/>
                <w:b w:val="0"/>
                <w:sz w:val="24"/>
                <w:szCs w:val="24"/>
              </w:rPr>
              <w:t>S1S[4]PZ_04</w:t>
            </w:r>
          </w:p>
        </w:tc>
      </w:tr>
      <w:tr w:rsidR="005C2708" w:rsidRPr="00B169DF" w14:paraId="1A25287B" w14:textId="77777777" w:rsidTr="005C2708">
        <w:tc>
          <w:tcPr>
            <w:tcW w:w="2694" w:type="dxa"/>
            <w:vAlign w:val="center"/>
          </w:tcPr>
          <w:p w14:paraId="07F5719D" w14:textId="77777777" w:rsidR="005C2708" w:rsidRPr="00B169DF" w:rsidRDefault="005C2708" w:rsidP="005C270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14:paraId="6E144197" w14:textId="2B39F228" w:rsidR="005C2708" w:rsidRPr="00B169DF" w:rsidRDefault="005C2708" w:rsidP="005C27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270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C2708" w:rsidRPr="00B169DF" w14:paraId="042C5964" w14:textId="77777777" w:rsidTr="005C2708">
        <w:tc>
          <w:tcPr>
            <w:tcW w:w="2694" w:type="dxa"/>
            <w:vAlign w:val="center"/>
          </w:tcPr>
          <w:p w14:paraId="1E8EBC72" w14:textId="77777777" w:rsidR="005C2708" w:rsidRPr="00B169DF" w:rsidRDefault="005C2708" w:rsidP="005C27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64E01902" w14:textId="690BA5D2" w:rsidR="005C2708" w:rsidRPr="00B169DF" w:rsidRDefault="005C2708" w:rsidP="005C27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2708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5C2708" w:rsidRPr="00B169DF" w14:paraId="7EBB5E21" w14:textId="77777777" w:rsidTr="005C2708">
        <w:tc>
          <w:tcPr>
            <w:tcW w:w="2694" w:type="dxa"/>
            <w:vAlign w:val="center"/>
          </w:tcPr>
          <w:p w14:paraId="346E07E1" w14:textId="77777777" w:rsidR="005C2708" w:rsidRPr="00B169DF" w:rsidRDefault="005C2708" w:rsidP="005C27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14:paraId="7C30FF34" w14:textId="7EE55974" w:rsidR="005C2708" w:rsidRPr="00B169DF" w:rsidRDefault="005C2708" w:rsidP="005C27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2708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5C2708" w:rsidRPr="00B169DF" w14:paraId="39B21A9B" w14:textId="77777777" w:rsidTr="005C2708">
        <w:tc>
          <w:tcPr>
            <w:tcW w:w="2694" w:type="dxa"/>
            <w:vAlign w:val="center"/>
          </w:tcPr>
          <w:p w14:paraId="75171C15" w14:textId="77777777" w:rsidR="005C2708" w:rsidRPr="00B169DF" w:rsidRDefault="005C2708" w:rsidP="005C27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129D5AD3" w14:textId="3FA5B41F" w:rsidR="005C2708" w:rsidRPr="00B169DF" w:rsidRDefault="005C2708" w:rsidP="005C27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2708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5C2708" w:rsidRPr="00B169DF" w14:paraId="5A821513" w14:textId="77777777" w:rsidTr="005C2708">
        <w:tc>
          <w:tcPr>
            <w:tcW w:w="2694" w:type="dxa"/>
            <w:vAlign w:val="center"/>
          </w:tcPr>
          <w:p w14:paraId="00B390DE" w14:textId="77777777" w:rsidR="005C2708" w:rsidRPr="00B169DF" w:rsidRDefault="005C2708" w:rsidP="005C27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03C93EFD" w14:textId="52FBE233" w:rsidR="005C2708" w:rsidRPr="00B169DF" w:rsidRDefault="005C2708" w:rsidP="005C27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270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C2708" w:rsidRPr="00B169DF" w14:paraId="375B6B5D" w14:textId="77777777" w:rsidTr="005C2708">
        <w:tc>
          <w:tcPr>
            <w:tcW w:w="2694" w:type="dxa"/>
            <w:vAlign w:val="center"/>
          </w:tcPr>
          <w:p w14:paraId="4B6F62D6" w14:textId="77777777" w:rsidR="005C2708" w:rsidRPr="00B169DF" w:rsidRDefault="005C2708" w:rsidP="005C27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14:paraId="0B2F79AC" w14:textId="2421AFAC" w:rsidR="005C2708" w:rsidRPr="00B169DF" w:rsidRDefault="005C2708" w:rsidP="005C27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270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C2708" w:rsidRPr="00B169DF" w14:paraId="38198CAC" w14:textId="77777777" w:rsidTr="005C2708">
        <w:tc>
          <w:tcPr>
            <w:tcW w:w="2694" w:type="dxa"/>
            <w:vAlign w:val="center"/>
          </w:tcPr>
          <w:p w14:paraId="4932AB3F" w14:textId="77777777" w:rsidR="005C2708" w:rsidRPr="00B169DF" w:rsidRDefault="005C2708" w:rsidP="005C27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14:paraId="37E06F45" w14:textId="6AE9145E" w:rsidR="005C2708" w:rsidRPr="00B169DF" w:rsidRDefault="005C2708" w:rsidP="005C27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2708">
              <w:rPr>
                <w:rFonts w:ascii="Corbel" w:hAnsi="Corbel"/>
                <w:b w:val="0"/>
                <w:sz w:val="24"/>
                <w:szCs w:val="24"/>
              </w:rPr>
              <w:t>rok 2, semestr I</w:t>
            </w:r>
            <w:r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5C2708" w:rsidRPr="00B169DF" w14:paraId="77D2B6DA" w14:textId="77777777" w:rsidTr="005C2708">
        <w:tc>
          <w:tcPr>
            <w:tcW w:w="2694" w:type="dxa"/>
            <w:vAlign w:val="center"/>
          </w:tcPr>
          <w:p w14:paraId="47367DD2" w14:textId="77777777" w:rsidR="005C2708" w:rsidRPr="00B169DF" w:rsidRDefault="005C2708" w:rsidP="005C27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1085CB3E" w14:textId="009D2C58" w:rsidR="005C2708" w:rsidRPr="00B169DF" w:rsidRDefault="0071615A" w:rsidP="005C27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5C2708" w:rsidRPr="00B169DF" w14:paraId="09813BFA" w14:textId="77777777" w:rsidTr="005C2708">
        <w:tc>
          <w:tcPr>
            <w:tcW w:w="2694" w:type="dxa"/>
            <w:vAlign w:val="center"/>
          </w:tcPr>
          <w:p w14:paraId="69BDC546" w14:textId="77777777" w:rsidR="005C2708" w:rsidRPr="00B169DF" w:rsidRDefault="005C2708" w:rsidP="005C27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14:paraId="304606D7" w14:textId="490E147F" w:rsidR="005C2708" w:rsidRPr="00B169DF" w:rsidRDefault="005C2708" w:rsidP="005C27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2708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5C2708" w:rsidRPr="00B169DF" w14:paraId="5D51F094" w14:textId="77777777" w:rsidTr="005C2708">
        <w:tc>
          <w:tcPr>
            <w:tcW w:w="2694" w:type="dxa"/>
            <w:vAlign w:val="center"/>
          </w:tcPr>
          <w:p w14:paraId="3DE69F71" w14:textId="77777777" w:rsidR="005C2708" w:rsidRPr="00B169DF" w:rsidRDefault="005C2708" w:rsidP="005C27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14:paraId="537F7FAD" w14:textId="3C352946" w:rsidR="005C2708" w:rsidRPr="00B169DF" w:rsidRDefault="005C2708" w:rsidP="005C27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2708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  <w:tr w:rsidR="005C2708" w:rsidRPr="00B169DF" w14:paraId="32D51EB1" w14:textId="77777777" w:rsidTr="005C2708">
        <w:tc>
          <w:tcPr>
            <w:tcW w:w="2694" w:type="dxa"/>
            <w:vAlign w:val="center"/>
          </w:tcPr>
          <w:p w14:paraId="2B874AB7" w14:textId="77777777" w:rsidR="005C2708" w:rsidRPr="00B169DF" w:rsidRDefault="005C2708" w:rsidP="005C27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004A0602" w14:textId="703B0B32" w:rsidR="005C2708" w:rsidRPr="00B169DF" w:rsidRDefault="002A3EC0" w:rsidP="005C27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</w:tbl>
    <w:p w14:paraId="35074D56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CBECFD0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F3738D9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A291DD0" w14:textId="77777777" w:rsidTr="00110C5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CD851" w14:textId="77777777" w:rsidR="00015B8F" w:rsidRPr="00B169DF" w:rsidRDefault="00015B8F" w:rsidP="00110C5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2A535C17" w14:textId="77777777" w:rsidR="00015B8F" w:rsidRPr="00B169DF" w:rsidRDefault="002B5EA0" w:rsidP="00110C5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0AE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FD80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E61C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ABB3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A465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887F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5D1D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F481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E972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0E5430D3" w14:textId="77777777" w:rsidTr="00110C5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9764" w14:textId="368A4CBC" w:rsidR="00015B8F" w:rsidRPr="00B169DF" w:rsidRDefault="00F36B40" w:rsidP="00110C5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1C79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209A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813F2" w14:textId="155610B3" w:rsidR="00015B8F" w:rsidRPr="00B169DF" w:rsidRDefault="005C27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1F61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9CB2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2B2D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3B3A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EF2F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DE05" w14:textId="21CB5695" w:rsidR="00015B8F" w:rsidRPr="00B169DF" w:rsidRDefault="005C27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D5F2E7B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786F754" w14:textId="4610178B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Sposób realizacji zajęć</w:t>
      </w:r>
    </w:p>
    <w:p w14:paraId="6FCB38C4" w14:textId="7ADE1F0C" w:rsidR="0085747A" w:rsidRPr="00B169DF" w:rsidRDefault="005C270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24D9C94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67CD0D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4151EE" w14:textId="72641A91" w:rsidR="009C54AE" w:rsidRPr="005C2708" w:rsidRDefault="00E22FBC" w:rsidP="005C270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>ma zaliczenia przedmiotu</w:t>
      </w:r>
      <w:r w:rsidRPr="00B169DF">
        <w:rPr>
          <w:rFonts w:ascii="Corbel" w:hAnsi="Corbel"/>
          <w:smallCaps w:val="0"/>
          <w:szCs w:val="24"/>
        </w:rPr>
        <w:t xml:space="preserve">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B5587CE" w14:textId="77777777" w:rsidR="00110C59" w:rsidRDefault="00110C5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F104B5" w14:textId="63FAE5FA" w:rsidR="00E960BB" w:rsidRPr="00B169DF" w:rsidRDefault="005C270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9560A99" w14:textId="77777777" w:rsidR="00110C59" w:rsidRDefault="00110C5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4E6726" w14:textId="0B47B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7F92E21" w14:textId="77777777" w:rsidTr="00745302">
        <w:tc>
          <w:tcPr>
            <w:tcW w:w="9670" w:type="dxa"/>
          </w:tcPr>
          <w:p w14:paraId="45123E9F" w14:textId="71980DA3" w:rsidR="0085747A" w:rsidRPr="00B169DF" w:rsidRDefault="005C270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Wiedza,</w:t>
            </w:r>
            <w:r w:rsidR="00BB61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C27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umiejętności i kompetencje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przedmiot</w:t>
            </w:r>
            <w:r w:rsidR="006C3D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ów:</w:t>
            </w:r>
            <w:r w:rsidR="00BB61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C3DAF" w:rsidRPr="006C3D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Podstawy wiedzy o rozwoju biopsychicznym człowieka w cyklu życia </w:t>
            </w:r>
            <w:r w:rsidR="006C3D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oraz </w:t>
            </w:r>
            <w:r w:rsidRPr="005C27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Podstawy zdrowia publicznego i promocji zdrowia </w:t>
            </w:r>
          </w:p>
        </w:tc>
      </w:tr>
    </w:tbl>
    <w:p w14:paraId="5D6B960E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5F88E6A" w14:textId="77777777" w:rsidR="00110C59" w:rsidRDefault="00110C59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36890C6" w14:textId="015C88CB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5D86AEC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ECFB7E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2878BE68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395AA109" w14:textId="77777777" w:rsidTr="00923D7D">
        <w:tc>
          <w:tcPr>
            <w:tcW w:w="851" w:type="dxa"/>
            <w:vAlign w:val="center"/>
          </w:tcPr>
          <w:p w14:paraId="3B2D6703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7D59FA7" w14:textId="29C44283" w:rsidR="0085747A" w:rsidRPr="00B169DF" w:rsidRDefault="005C2708" w:rsidP="006C3DA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C2708">
              <w:rPr>
                <w:rFonts w:ascii="Corbel" w:hAnsi="Corbel"/>
                <w:b w:val="0"/>
                <w:sz w:val="24"/>
                <w:szCs w:val="24"/>
              </w:rPr>
              <w:t>Przygotowanie studenta do interpretowania i rozumienia wiedzy dotyczącej: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C2708">
              <w:rPr>
                <w:rFonts w:ascii="Corbel" w:hAnsi="Corbel"/>
                <w:b w:val="0"/>
                <w:sz w:val="24"/>
                <w:szCs w:val="24"/>
              </w:rPr>
              <w:t>promocji zdrowia oraz wiedzy niezbędnej do podejmowania działań służących</w:t>
            </w:r>
            <w:r w:rsidR="006C3DA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C2708">
              <w:rPr>
                <w:rFonts w:ascii="Corbel" w:hAnsi="Corbel"/>
                <w:b w:val="0"/>
                <w:sz w:val="24"/>
                <w:szCs w:val="24"/>
              </w:rPr>
              <w:t xml:space="preserve">umacnianiu zdrowia i zapobieganiu chorobom w rodzinie </w:t>
            </w:r>
            <w:r>
              <w:rPr>
                <w:rFonts w:ascii="Corbel" w:hAnsi="Corbel"/>
                <w:b w:val="0"/>
                <w:sz w:val="24"/>
                <w:szCs w:val="24"/>
              </w:rPr>
              <w:t>oraz społeczności lokalnej</w:t>
            </w:r>
          </w:p>
        </w:tc>
      </w:tr>
      <w:tr w:rsidR="0085747A" w:rsidRPr="00B169DF" w14:paraId="33FFA673" w14:textId="77777777" w:rsidTr="00923D7D">
        <w:tc>
          <w:tcPr>
            <w:tcW w:w="851" w:type="dxa"/>
            <w:vAlign w:val="center"/>
          </w:tcPr>
          <w:p w14:paraId="64E0A82A" w14:textId="01808F49" w:rsidR="0085747A" w:rsidRPr="00B169DF" w:rsidRDefault="005C270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3ADE394" w14:textId="77777777" w:rsidR="005C2708" w:rsidRPr="005C2708" w:rsidRDefault="005C2708" w:rsidP="005C27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C2708">
              <w:rPr>
                <w:rFonts w:ascii="Corbel" w:hAnsi="Corbel"/>
                <w:b w:val="0"/>
                <w:sz w:val="24"/>
                <w:szCs w:val="24"/>
              </w:rPr>
              <w:t>Przygotowanie studenta w zakresie umiejętności: niezbędnych do opracowania,</w:t>
            </w:r>
          </w:p>
          <w:p w14:paraId="510096CE" w14:textId="77777777" w:rsidR="005C2708" w:rsidRPr="005C2708" w:rsidRDefault="005C2708" w:rsidP="005C27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C2708">
              <w:rPr>
                <w:rFonts w:ascii="Corbel" w:hAnsi="Corbel"/>
                <w:b w:val="0"/>
                <w:sz w:val="24"/>
                <w:szCs w:val="24"/>
              </w:rPr>
              <w:t>realizacji i oceny skuteczności interwencji zdrowotnych w odniesieniu do wybranego</w:t>
            </w:r>
          </w:p>
          <w:p w14:paraId="19A0418E" w14:textId="1EA64836" w:rsidR="0085747A" w:rsidRPr="00B169DF" w:rsidRDefault="005C2708" w:rsidP="005C27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C2708">
              <w:rPr>
                <w:rFonts w:ascii="Corbel" w:hAnsi="Corbel"/>
                <w:b w:val="0"/>
                <w:sz w:val="24"/>
                <w:szCs w:val="24"/>
              </w:rPr>
              <w:t>środowiska społecznego</w:t>
            </w:r>
          </w:p>
        </w:tc>
      </w:tr>
      <w:tr w:rsidR="0085747A" w:rsidRPr="00B169DF" w14:paraId="1763DAEC" w14:textId="77777777" w:rsidTr="00923D7D">
        <w:tc>
          <w:tcPr>
            <w:tcW w:w="851" w:type="dxa"/>
            <w:vAlign w:val="center"/>
          </w:tcPr>
          <w:p w14:paraId="71A156A7" w14:textId="3DE041EA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C270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5862C71" w14:textId="67ADEC62" w:rsidR="0085747A" w:rsidRPr="00B169DF" w:rsidRDefault="004435EC" w:rsidP="004435E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435EC">
              <w:rPr>
                <w:rFonts w:ascii="Corbel" w:hAnsi="Corbel"/>
                <w:b w:val="0"/>
                <w:sz w:val="24"/>
                <w:szCs w:val="24"/>
              </w:rPr>
              <w:t xml:space="preserve">Kształtowanie postawy studenta do: poczucia odpowiedzialności za proces uczenia się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- </w:t>
            </w:r>
            <w:r w:rsidRPr="004435EC">
              <w:rPr>
                <w:rFonts w:ascii="Corbel" w:hAnsi="Corbel"/>
                <w:b w:val="0"/>
                <w:sz w:val="24"/>
                <w:szCs w:val="24"/>
              </w:rPr>
              <w:t>wzbudzenie zaangażowania w promocję zdrowia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4435EC">
              <w:rPr>
                <w:rFonts w:ascii="Corbel" w:hAnsi="Corbel"/>
                <w:b w:val="0"/>
                <w:sz w:val="24"/>
                <w:szCs w:val="24"/>
              </w:rPr>
              <w:t xml:space="preserve">wykorzystania zdobytej wiedzy w </w:t>
            </w:r>
            <w:r>
              <w:rPr>
                <w:rFonts w:ascii="Corbel" w:hAnsi="Corbel"/>
                <w:b w:val="0"/>
                <w:sz w:val="24"/>
                <w:szCs w:val="24"/>
              </w:rPr>
              <w:t>zawodzie pracownika socjalnego</w:t>
            </w:r>
          </w:p>
        </w:tc>
      </w:tr>
    </w:tbl>
    <w:p w14:paraId="6CD24A7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8013BE" w14:textId="3CCEC896" w:rsidR="001D7B54" w:rsidRPr="003C6B52" w:rsidRDefault="009F4610" w:rsidP="003C6B52">
      <w:pPr>
        <w:tabs>
          <w:tab w:val="left" w:leader="dot" w:pos="3969"/>
        </w:tabs>
        <w:rPr>
          <w:rFonts w:ascii="Corbel" w:eastAsiaTheme="minorHAnsi" w:hAnsi="Corbel" w:cstheme="minorBidi"/>
          <w:sz w:val="20"/>
          <w:szCs w:val="20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7E824FBD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B169DF" w14:paraId="1C0FF2A7" w14:textId="77777777" w:rsidTr="00B5133A">
        <w:tc>
          <w:tcPr>
            <w:tcW w:w="1680" w:type="dxa"/>
            <w:vAlign w:val="center"/>
          </w:tcPr>
          <w:p w14:paraId="6839FF31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13FFEC9F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C253FDD" w14:textId="7184B461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Odniesienie do efektów</w:t>
            </w:r>
            <w:r w:rsidR="00BB616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FB83DD5" w14:textId="77777777" w:rsidTr="00B5133A">
        <w:tc>
          <w:tcPr>
            <w:tcW w:w="1680" w:type="dxa"/>
          </w:tcPr>
          <w:p w14:paraId="2ADCC3B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214BE281" w14:textId="69385788" w:rsidR="0085747A" w:rsidRDefault="004435EC" w:rsidP="00BB61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</w:t>
            </w:r>
            <w:r w:rsidRPr="004435EC">
              <w:rPr>
                <w:rFonts w:ascii="Corbel" w:hAnsi="Corbel"/>
                <w:b w:val="0"/>
                <w:smallCaps w:val="0"/>
                <w:szCs w:val="24"/>
              </w:rPr>
              <w:t xml:space="preserve">w stopniu zaawansowanym terminologię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związaną z promocją zdrowia</w:t>
            </w:r>
            <w:r w:rsidR="006C3DAF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724C1AAA" w14:textId="5EC0AF33" w:rsidR="00517F23" w:rsidRPr="00B169DF" w:rsidRDefault="00517F23" w:rsidP="00BB61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7F23">
              <w:rPr>
                <w:rFonts w:ascii="Corbel" w:hAnsi="Corbel"/>
                <w:b w:val="0"/>
                <w:smallCaps w:val="0"/>
                <w:szCs w:val="24"/>
              </w:rPr>
              <w:t>zasady promocji zdrowia i profilaktyki zdrowotne</w:t>
            </w:r>
          </w:p>
        </w:tc>
        <w:tc>
          <w:tcPr>
            <w:tcW w:w="1865" w:type="dxa"/>
          </w:tcPr>
          <w:p w14:paraId="6CA7E2E4" w14:textId="79965E52" w:rsidR="0085747A" w:rsidRPr="00B169DF" w:rsidRDefault="004435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35E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B169DF" w14:paraId="63CCD90C" w14:textId="77777777" w:rsidTr="00B5133A">
        <w:tc>
          <w:tcPr>
            <w:tcW w:w="1680" w:type="dxa"/>
          </w:tcPr>
          <w:p w14:paraId="5A29221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770CD298" w14:textId="32A7119A" w:rsidR="0085747A" w:rsidRPr="00B169DF" w:rsidRDefault="004435EC" w:rsidP="00BB61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</w:t>
            </w:r>
            <w:r w:rsidRPr="004435EC">
              <w:rPr>
                <w:rFonts w:ascii="Corbel" w:hAnsi="Corbel"/>
                <w:b w:val="0"/>
                <w:smallCaps w:val="0"/>
                <w:szCs w:val="24"/>
              </w:rPr>
              <w:t>w stopniu zaawansowanym charakter pracy socjalnej, jej miejsce w systemie nauk społecznych</w:t>
            </w:r>
            <w:r w:rsidR="00B5133A">
              <w:rPr>
                <w:rFonts w:ascii="Corbel" w:hAnsi="Corbel"/>
                <w:b w:val="0"/>
                <w:smallCaps w:val="0"/>
                <w:szCs w:val="24"/>
              </w:rPr>
              <w:t xml:space="preserve"> i powiązanie z naukami o zdrowiu </w:t>
            </w:r>
          </w:p>
        </w:tc>
        <w:tc>
          <w:tcPr>
            <w:tcW w:w="1865" w:type="dxa"/>
          </w:tcPr>
          <w:p w14:paraId="41F80B0D" w14:textId="3C6B4825" w:rsidR="0085747A" w:rsidRPr="00B169DF" w:rsidRDefault="00B513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133A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B5133A" w:rsidRPr="00B169DF" w14:paraId="6384DDAD" w14:textId="77777777" w:rsidTr="00B5133A">
        <w:tc>
          <w:tcPr>
            <w:tcW w:w="1680" w:type="dxa"/>
          </w:tcPr>
          <w:p w14:paraId="44AF8DB5" w14:textId="75A71BD1" w:rsidR="00B5133A" w:rsidRPr="00B169DF" w:rsidRDefault="00B5133A" w:rsidP="00B513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1DDC2542" w14:textId="756652D5" w:rsidR="00B5133A" w:rsidRPr="00B169DF" w:rsidRDefault="00B5133A" w:rsidP="00BB61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</w:t>
            </w:r>
            <w:r w:rsidR="00BB616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5133A">
              <w:rPr>
                <w:rFonts w:ascii="Corbel" w:hAnsi="Corbel"/>
                <w:b w:val="0"/>
                <w:smallCaps w:val="0"/>
                <w:szCs w:val="24"/>
              </w:rPr>
              <w:t xml:space="preserve">prawidłowo interpretować zjawiska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związane z promocją zdrowia</w:t>
            </w:r>
            <w:r w:rsidR="00BB616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17F23">
              <w:rPr>
                <w:rFonts w:ascii="Corbel" w:hAnsi="Corbel"/>
                <w:b w:val="0"/>
                <w:smallCaps w:val="0"/>
                <w:szCs w:val="24"/>
              </w:rPr>
              <w:t xml:space="preserve">oraz profilaktyką zdrowotną </w:t>
            </w:r>
            <w:r w:rsidRPr="00B5133A">
              <w:rPr>
                <w:rFonts w:ascii="Corbel" w:hAnsi="Corbel"/>
                <w:b w:val="0"/>
                <w:smallCaps w:val="0"/>
                <w:szCs w:val="24"/>
              </w:rPr>
              <w:t>i identyfikować ich związek z problematyką pracy socjalnej</w:t>
            </w:r>
          </w:p>
        </w:tc>
        <w:tc>
          <w:tcPr>
            <w:tcW w:w="1865" w:type="dxa"/>
          </w:tcPr>
          <w:p w14:paraId="218E19EA" w14:textId="76361E33" w:rsidR="00B5133A" w:rsidRPr="00B169DF" w:rsidRDefault="00B5133A" w:rsidP="00B513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B5133A" w:rsidRPr="00B169DF" w14:paraId="07B914F2" w14:textId="77777777" w:rsidTr="00B5133A">
        <w:tc>
          <w:tcPr>
            <w:tcW w:w="1680" w:type="dxa"/>
          </w:tcPr>
          <w:p w14:paraId="32944EC6" w14:textId="3A7DE998" w:rsidR="00B5133A" w:rsidRPr="00B169DF" w:rsidRDefault="00B5133A" w:rsidP="00B513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7E9EC224" w14:textId="4DE86EB8" w:rsidR="00517F23" w:rsidRPr="00B169DF" w:rsidRDefault="00B5133A" w:rsidP="00BB61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B5133A">
              <w:rPr>
                <w:rFonts w:ascii="Corbel" w:hAnsi="Corbel"/>
                <w:b w:val="0"/>
                <w:smallCaps w:val="0"/>
                <w:szCs w:val="24"/>
              </w:rPr>
              <w:t>wykorzystywać wiedzę teoretyczną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odnoszącą się do promocji zdrowia</w:t>
            </w:r>
            <w:r w:rsidRPr="00B5133A">
              <w:rPr>
                <w:rFonts w:ascii="Corbel" w:hAnsi="Corbel"/>
                <w:b w:val="0"/>
                <w:smallCaps w:val="0"/>
                <w:szCs w:val="24"/>
              </w:rPr>
              <w:t xml:space="preserve"> do szczegółowego opisu kwestii związanych z pracą socjalną;</w:t>
            </w:r>
            <w:r w:rsidR="00517F23">
              <w:rPr>
                <w:rFonts w:ascii="Corbel" w:hAnsi="Corbel"/>
                <w:b w:val="0"/>
                <w:smallCaps w:val="0"/>
                <w:szCs w:val="24"/>
              </w:rPr>
              <w:t xml:space="preserve"> Student potrafi </w:t>
            </w:r>
            <w:r w:rsidR="00517F23" w:rsidRPr="00517F23">
              <w:rPr>
                <w:rFonts w:ascii="Corbel" w:hAnsi="Corbel"/>
                <w:b w:val="0"/>
                <w:smallCaps w:val="0"/>
                <w:szCs w:val="24"/>
              </w:rPr>
              <w:t>dobierać metody i formy profilaktyki i prewencji chorób</w:t>
            </w:r>
            <w:r w:rsidR="00517F2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17F23" w:rsidRPr="00517F23">
              <w:rPr>
                <w:rFonts w:ascii="Corbel" w:hAnsi="Corbel"/>
                <w:b w:val="0"/>
                <w:smallCaps w:val="0"/>
                <w:szCs w:val="24"/>
              </w:rPr>
              <w:t>oraz kształtować zachowania zdrowotne różnych grup</w:t>
            </w:r>
            <w:r w:rsidR="00517F23">
              <w:rPr>
                <w:rFonts w:ascii="Corbel" w:hAnsi="Corbel"/>
                <w:b w:val="0"/>
                <w:smallCaps w:val="0"/>
                <w:szCs w:val="24"/>
              </w:rPr>
              <w:t xml:space="preserve"> zmierzające do </w:t>
            </w:r>
            <w:r w:rsidR="00517F23" w:rsidRPr="00517F23">
              <w:rPr>
                <w:rFonts w:ascii="Corbel" w:hAnsi="Corbel"/>
                <w:b w:val="0"/>
                <w:smallCaps w:val="0"/>
                <w:szCs w:val="24"/>
              </w:rPr>
              <w:t>doskonalenie sy</w:t>
            </w:r>
            <w:r w:rsidR="00F36B40">
              <w:rPr>
                <w:rFonts w:ascii="Corbel" w:hAnsi="Corbel"/>
                <w:b w:val="0"/>
                <w:smallCaps w:val="0"/>
                <w:szCs w:val="24"/>
              </w:rPr>
              <w:t xml:space="preserve">stemu </w:t>
            </w:r>
            <w:r w:rsidR="00517F23" w:rsidRPr="00517F23">
              <w:rPr>
                <w:rFonts w:ascii="Corbel" w:hAnsi="Corbel"/>
                <w:b w:val="0"/>
                <w:smallCaps w:val="0"/>
                <w:szCs w:val="24"/>
              </w:rPr>
              <w:t>funkcjonowania pracy socjalnej</w:t>
            </w:r>
          </w:p>
        </w:tc>
        <w:tc>
          <w:tcPr>
            <w:tcW w:w="1865" w:type="dxa"/>
          </w:tcPr>
          <w:p w14:paraId="2B8AD278" w14:textId="2C07F245" w:rsidR="00B5133A" w:rsidRPr="00B169DF" w:rsidRDefault="00B5133A" w:rsidP="00B513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4435EC" w:rsidRPr="00B169DF" w14:paraId="7D06DB50" w14:textId="77777777" w:rsidTr="00B5133A">
        <w:tc>
          <w:tcPr>
            <w:tcW w:w="1680" w:type="dxa"/>
          </w:tcPr>
          <w:p w14:paraId="5786D9A9" w14:textId="4B4304BC" w:rsidR="004435EC" w:rsidRPr="00B169DF" w:rsidRDefault="004435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6B58FBF0" w14:textId="2457F46F" w:rsidR="004435EC" w:rsidRPr="00B169DF" w:rsidRDefault="00B5133A" w:rsidP="00BB61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B5133A">
              <w:rPr>
                <w:rFonts w:ascii="Corbel" w:hAnsi="Corbel"/>
                <w:b w:val="0"/>
                <w:smallCaps w:val="0"/>
                <w:szCs w:val="24"/>
              </w:rPr>
              <w:t xml:space="preserve">analizować </w:t>
            </w:r>
            <w:r w:rsidR="00517F23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="00517F23" w:rsidRPr="00517F23">
              <w:rPr>
                <w:rFonts w:ascii="Corbel" w:hAnsi="Corbel"/>
                <w:b w:val="0"/>
                <w:smallCaps w:val="0"/>
                <w:szCs w:val="24"/>
              </w:rPr>
              <w:t>rozpoznawać uwarunkowania zachowań zdrowotnych</w:t>
            </w:r>
            <w:r w:rsidR="00517F23">
              <w:rPr>
                <w:rFonts w:ascii="Corbel" w:hAnsi="Corbel"/>
                <w:b w:val="0"/>
                <w:smallCaps w:val="0"/>
                <w:szCs w:val="24"/>
              </w:rPr>
              <w:t xml:space="preserve"> osób</w:t>
            </w:r>
            <w:r w:rsidR="00517F23" w:rsidRPr="00517F23">
              <w:rPr>
                <w:rFonts w:ascii="Corbel" w:hAnsi="Corbel"/>
                <w:b w:val="0"/>
                <w:smallCaps w:val="0"/>
                <w:szCs w:val="24"/>
              </w:rPr>
              <w:t xml:space="preserve"> i czynniki ryzyka chorób wynikających ze stylu</w:t>
            </w:r>
            <w:r w:rsidR="00517F23">
              <w:rPr>
                <w:rFonts w:ascii="Corbel" w:hAnsi="Corbel"/>
                <w:b w:val="0"/>
                <w:smallCaps w:val="0"/>
                <w:szCs w:val="24"/>
              </w:rPr>
              <w:t xml:space="preserve"> życia a tym samym</w:t>
            </w:r>
            <w:r w:rsidRPr="00B5133A">
              <w:rPr>
                <w:rFonts w:ascii="Corbel" w:hAnsi="Corbel"/>
                <w:b w:val="0"/>
                <w:smallCaps w:val="0"/>
                <w:szCs w:val="24"/>
              </w:rPr>
              <w:t xml:space="preserve"> uzasadniać ludzkie zachowania, ich motywy i konsekwencje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odnoszące się do zdrowia </w:t>
            </w:r>
          </w:p>
        </w:tc>
        <w:tc>
          <w:tcPr>
            <w:tcW w:w="1865" w:type="dxa"/>
          </w:tcPr>
          <w:p w14:paraId="4FC61455" w14:textId="1B50CE43" w:rsidR="004435EC" w:rsidRPr="00B169DF" w:rsidRDefault="00B513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4435EC" w:rsidRPr="00B169DF" w14:paraId="7648D3B2" w14:textId="77777777" w:rsidTr="00B5133A">
        <w:tc>
          <w:tcPr>
            <w:tcW w:w="1680" w:type="dxa"/>
          </w:tcPr>
          <w:p w14:paraId="798075A6" w14:textId="30F62AF9" w:rsidR="004435EC" w:rsidRPr="00B169DF" w:rsidRDefault="004435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</w:tcPr>
          <w:p w14:paraId="502E4901" w14:textId="05B98372" w:rsidR="004435EC" w:rsidRPr="00B169DF" w:rsidRDefault="00B5133A" w:rsidP="00BB61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B5133A">
              <w:rPr>
                <w:rFonts w:ascii="Corbel" w:hAnsi="Corbel"/>
                <w:b w:val="0"/>
                <w:smallCaps w:val="0"/>
                <w:szCs w:val="24"/>
              </w:rPr>
              <w:t xml:space="preserve">inicjowania działań na rzecz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promocji zdrowia</w:t>
            </w:r>
            <w:r w:rsidR="00517F23">
              <w:rPr>
                <w:rFonts w:ascii="Corbel" w:hAnsi="Corbel"/>
                <w:b w:val="0"/>
                <w:smallCaps w:val="0"/>
                <w:szCs w:val="24"/>
              </w:rPr>
              <w:t xml:space="preserve"> i profilaktyki zdrowotnej</w:t>
            </w:r>
          </w:p>
        </w:tc>
        <w:tc>
          <w:tcPr>
            <w:tcW w:w="1865" w:type="dxa"/>
          </w:tcPr>
          <w:p w14:paraId="1AB39431" w14:textId="69A3BC5B" w:rsidR="004435EC" w:rsidRPr="00B169DF" w:rsidRDefault="00B513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7B39347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4903C2" w14:textId="77777777" w:rsidR="00BB616E" w:rsidRDefault="00BB616E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C9F051C" w14:textId="71502930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>reści programowe</w:t>
      </w:r>
      <w:r w:rsidR="007327BD" w:rsidRPr="00B169DF">
        <w:rPr>
          <w:rFonts w:ascii="Corbel" w:hAnsi="Corbel"/>
          <w:sz w:val="24"/>
          <w:szCs w:val="24"/>
        </w:rPr>
        <w:t xml:space="preserve"> </w:t>
      </w:r>
    </w:p>
    <w:p w14:paraId="5B93E673" w14:textId="347B5F52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  <w:r w:rsidR="009E3D42">
        <w:rPr>
          <w:rFonts w:ascii="Corbel" w:hAnsi="Corbel"/>
          <w:sz w:val="24"/>
          <w:szCs w:val="24"/>
        </w:rPr>
        <w:t xml:space="preserve">- </w:t>
      </w:r>
      <w:r w:rsidR="00BB616E">
        <w:rPr>
          <w:rFonts w:ascii="Corbel" w:hAnsi="Corbel"/>
          <w:sz w:val="24"/>
          <w:szCs w:val="24"/>
        </w:rPr>
        <w:t>nie dotyczy</w:t>
      </w:r>
    </w:p>
    <w:p w14:paraId="53FCBD77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8DD9D85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68F0E3BC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2E64C209" w14:textId="77777777" w:rsidTr="00FE4F66">
        <w:tc>
          <w:tcPr>
            <w:tcW w:w="9520" w:type="dxa"/>
          </w:tcPr>
          <w:p w14:paraId="7C5D9D34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E4F66" w:rsidRPr="00B169DF" w14:paraId="1938DBD0" w14:textId="77777777" w:rsidTr="00FE4F66">
        <w:tc>
          <w:tcPr>
            <w:tcW w:w="9520" w:type="dxa"/>
          </w:tcPr>
          <w:p w14:paraId="6A74ADB5" w14:textId="0671B93A" w:rsidR="00FE4F66" w:rsidRPr="00F36B40" w:rsidRDefault="00FE4F66" w:rsidP="00F36B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6B40">
              <w:rPr>
                <w:rFonts w:ascii="Corbel" w:hAnsi="Corbel"/>
                <w:b w:val="0"/>
                <w:smallCaps w:val="0"/>
                <w:szCs w:val="24"/>
              </w:rPr>
              <w:t>Rozwój idei promocji zdrowia. Definicje, cele, zadania promocji zdrowia.</w:t>
            </w:r>
          </w:p>
        </w:tc>
      </w:tr>
      <w:tr w:rsidR="00FE4F66" w:rsidRPr="00B169DF" w14:paraId="2A28FEC5" w14:textId="77777777" w:rsidTr="00FE4F66">
        <w:tc>
          <w:tcPr>
            <w:tcW w:w="9520" w:type="dxa"/>
          </w:tcPr>
          <w:p w14:paraId="355572FC" w14:textId="53DB8F5B" w:rsidR="00FE4F66" w:rsidRPr="00F36B40" w:rsidRDefault="00FE4F66" w:rsidP="00F36B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6B40">
              <w:rPr>
                <w:rFonts w:ascii="Corbel" w:hAnsi="Corbel"/>
                <w:b w:val="0"/>
                <w:smallCaps w:val="0"/>
                <w:szCs w:val="24"/>
              </w:rPr>
              <w:t>Główne kierunki działania w promocji zdrowia.</w:t>
            </w:r>
          </w:p>
        </w:tc>
      </w:tr>
      <w:tr w:rsidR="00FE4F66" w:rsidRPr="00B169DF" w14:paraId="22BADF2E" w14:textId="77777777" w:rsidTr="00FE4F66">
        <w:tc>
          <w:tcPr>
            <w:tcW w:w="9520" w:type="dxa"/>
          </w:tcPr>
          <w:p w14:paraId="01C2A183" w14:textId="5BF44195" w:rsidR="00FE4F66" w:rsidRPr="00F36B40" w:rsidRDefault="00FE4F66" w:rsidP="00F36B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6B40">
              <w:rPr>
                <w:rFonts w:ascii="Corbel" w:hAnsi="Corbel"/>
                <w:b w:val="0"/>
                <w:smallCaps w:val="0"/>
                <w:szCs w:val="24"/>
              </w:rPr>
              <w:t>Promocja zdrowia, profilaktyka i edukacja zdrowotna w systemie opieki zdrowotnej i pomocy społecznej</w:t>
            </w:r>
          </w:p>
        </w:tc>
      </w:tr>
      <w:tr w:rsidR="00FE4F66" w:rsidRPr="00B169DF" w14:paraId="36521399" w14:textId="77777777" w:rsidTr="00FE4F66">
        <w:tc>
          <w:tcPr>
            <w:tcW w:w="9520" w:type="dxa"/>
          </w:tcPr>
          <w:p w14:paraId="5F901A69" w14:textId="3922C084" w:rsidR="00FE4F66" w:rsidRPr="00F36B40" w:rsidRDefault="00FE4F66" w:rsidP="00F36B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6B40">
              <w:rPr>
                <w:rFonts w:ascii="Corbel" w:hAnsi="Corbel"/>
                <w:b w:val="0"/>
                <w:smallCaps w:val="0"/>
                <w:szCs w:val="24"/>
              </w:rPr>
              <w:t>Zachowania zdrowotne i czynniki kształtujące stan zdrowia.</w:t>
            </w:r>
          </w:p>
        </w:tc>
      </w:tr>
      <w:tr w:rsidR="00FE4F66" w:rsidRPr="00B169DF" w14:paraId="204DE06D" w14:textId="77777777" w:rsidTr="00FE4F66">
        <w:tc>
          <w:tcPr>
            <w:tcW w:w="9520" w:type="dxa"/>
          </w:tcPr>
          <w:p w14:paraId="64C2CD61" w14:textId="05405668" w:rsidR="00FE4F66" w:rsidRPr="00F36B40" w:rsidRDefault="00FE4F66" w:rsidP="00F36B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6B40">
              <w:rPr>
                <w:rFonts w:ascii="Corbel" w:hAnsi="Corbel"/>
                <w:b w:val="0"/>
                <w:smallCaps w:val="0"/>
                <w:szCs w:val="24"/>
              </w:rPr>
              <w:t>Ocena stanu zdrowia dla potrzeb promocji zdrowia</w:t>
            </w:r>
          </w:p>
        </w:tc>
      </w:tr>
      <w:tr w:rsidR="00FE4F66" w:rsidRPr="00B169DF" w14:paraId="5FECD2F3" w14:textId="77777777" w:rsidTr="00FE4F66">
        <w:tc>
          <w:tcPr>
            <w:tcW w:w="9520" w:type="dxa"/>
          </w:tcPr>
          <w:p w14:paraId="31C7FACA" w14:textId="68D115B6" w:rsidR="00FE4F66" w:rsidRPr="00F36B40" w:rsidRDefault="00FE4F66" w:rsidP="00F36B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6B40">
              <w:rPr>
                <w:rFonts w:ascii="Corbel" w:hAnsi="Corbel"/>
                <w:b w:val="0"/>
                <w:smallCaps w:val="0"/>
                <w:szCs w:val="24"/>
              </w:rPr>
              <w:t>Sposoby tworzenia programów promocji zdrowia i edukacji zdrowotnej. Zasady doboru grupy docelowej, metod działania, formułowanie celów, metody ewaluacji.</w:t>
            </w:r>
          </w:p>
        </w:tc>
      </w:tr>
      <w:tr w:rsidR="00FE4F66" w:rsidRPr="00B169DF" w14:paraId="0FD2A890" w14:textId="77777777" w:rsidTr="00FE4F66">
        <w:tc>
          <w:tcPr>
            <w:tcW w:w="9520" w:type="dxa"/>
          </w:tcPr>
          <w:p w14:paraId="59398C92" w14:textId="37406057" w:rsidR="00FE4F66" w:rsidRPr="00F36B40" w:rsidRDefault="00FE4F66" w:rsidP="00F36B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6B40">
              <w:rPr>
                <w:rFonts w:ascii="Corbel" w:hAnsi="Corbel"/>
                <w:b w:val="0"/>
                <w:smallCaps w:val="0"/>
                <w:szCs w:val="24"/>
              </w:rPr>
              <w:t>Strategie promocji zdrowia w Polsce i na świecie.</w:t>
            </w:r>
          </w:p>
        </w:tc>
      </w:tr>
    </w:tbl>
    <w:p w14:paraId="5A877401" w14:textId="77777777" w:rsidR="009E3D42" w:rsidRDefault="009E3D4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96B8316" w14:textId="7C04ADAB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2C90E9C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DD4131" w14:textId="5069F7B3" w:rsidR="0085747A" w:rsidRPr="00F36B40" w:rsidRDefault="00153C41" w:rsidP="00F36B4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36B40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F36B40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F36B40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F36B40">
        <w:rPr>
          <w:rFonts w:ascii="Corbel" w:hAnsi="Corbel"/>
          <w:b w:val="0"/>
          <w:smallCaps w:val="0"/>
          <w:szCs w:val="24"/>
        </w:rPr>
        <w:t xml:space="preserve"> metoda projektów</w:t>
      </w:r>
      <w:r w:rsidR="00923D7D" w:rsidRPr="00F36B40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F36B40">
        <w:rPr>
          <w:rFonts w:ascii="Corbel" w:hAnsi="Corbel"/>
          <w:b w:val="0"/>
          <w:smallCaps w:val="0"/>
          <w:szCs w:val="24"/>
        </w:rPr>
        <w:t>(projekt badawczy, wdrożeniowy, praktyczny</w:t>
      </w:r>
      <w:r w:rsidR="0071620A" w:rsidRPr="00F36B40">
        <w:rPr>
          <w:rFonts w:ascii="Corbel" w:hAnsi="Corbel"/>
          <w:b w:val="0"/>
          <w:smallCaps w:val="0"/>
          <w:szCs w:val="24"/>
        </w:rPr>
        <w:t>),</w:t>
      </w:r>
      <w:r w:rsidR="001718A7" w:rsidRPr="00F36B40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F36B40">
        <w:rPr>
          <w:rFonts w:ascii="Corbel" w:hAnsi="Corbel"/>
          <w:b w:val="0"/>
          <w:smallCaps w:val="0"/>
          <w:szCs w:val="24"/>
        </w:rPr>
        <w:t>grupach</w:t>
      </w:r>
      <w:r w:rsidR="0071620A" w:rsidRPr="00F36B40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F36B40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F36B40">
        <w:rPr>
          <w:rFonts w:ascii="Corbel" w:hAnsi="Corbel"/>
          <w:b w:val="0"/>
          <w:smallCaps w:val="0"/>
          <w:szCs w:val="24"/>
        </w:rPr>
        <w:t>,</w:t>
      </w:r>
      <w:r w:rsidR="0085747A" w:rsidRPr="00F36B40">
        <w:rPr>
          <w:rFonts w:ascii="Corbel" w:hAnsi="Corbel"/>
          <w:b w:val="0"/>
          <w:smallCaps w:val="0"/>
          <w:szCs w:val="24"/>
        </w:rPr>
        <w:t xml:space="preserve"> dyskusja</w:t>
      </w:r>
      <w:r w:rsidR="0071620A" w:rsidRPr="00F36B40">
        <w:rPr>
          <w:rFonts w:ascii="Corbel" w:hAnsi="Corbel"/>
          <w:b w:val="0"/>
          <w:smallCaps w:val="0"/>
          <w:szCs w:val="24"/>
        </w:rPr>
        <w:t>),</w:t>
      </w:r>
      <w:r w:rsidR="00BF2C41" w:rsidRPr="00F36B40">
        <w:rPr>
          <w:rFonts w:ascii="Corbel" w:hAnsi="Corbel"/>
          <w:b w:val="0"/>
          <w:smallCaps w:val="0"/>
          <w:szCs w:val="24"/>
        </w:rPr>
        <w:t xml:space="preserve"> </w:t>
      </w:r>
    </w:p>
    <w:p w14:paraId="6A3C8200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EB555C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B368C81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B901DD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52893C5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6CCA85A6" w14:textId="77777777" w:rsidTr="00FE4F66">
        <w:tc>
          <w:tcPr>
            <w:tcW w:w="1962" w:type="dxa"/>
            <w:vAlign w:val="center"/>
          </w:tcPr>
          <w:p w14:paraId="75DC091A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5561931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113243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5C1F66D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D179561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52C643AA" w14:textId="77777777" w:rsidTr="00FE4F66">
        <w:tc>
          <w:tcPr>
            <w:tcW w:w="1962" w:type="dxa"/>
          </w:tcPr>
          <w:p w14:paraId="30762239" w14:textId="24037E4C" w:rsidR="0085747A" w:rsidRPr="00F36B40" w:rsidRDefault="00F36B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5747A" w:rsidRPr="00F36B40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F0BB45B" w14:textId="393BEB2D" w:rsidR="0085747A" w:rsidRPr="00F36B40" w:rsidRDefault="006C3D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6B40">
              <w:rPr>
                <w:rFonts w:ascii="Corbel" w:hAnsi="Corbel"/>
                <w:b w:val="0"/>
                <w:smallCaps w:val="0"/>
                <w:szCs w:val="24"/>
              </w:rPr>
              <w:t xml:space="preserve">kolokwium- test </w:t>
            </w:r>
          </w:p>
        </w:tc>
        <w:tc>
          <w:tcPr>
            <w:tcW w:w="2117" w:type="dxa"/>
          </w:tcPr>
          <w:p w14:paraId="3F12E41F" w14:textId="6C095901" w:rsidR="0085747A" w:rsidRPr="00F36B40" w:rsidRDefault="00FE4F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6B40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6C3DAF" w:rsidRPr="00B169DF" w14:paraId="0A804EEA" w14:textId="77777777" w:rsidTr="00FE4F66">
        <w:tc>
          <w:tcPr>
            <w:tcW w:w="1962" w:type="dxa"/>
          </w:tcPr>
          <w:p w14:paraId="1B1EB8C3" w14:textId="77777777" w:rsidR="006C3DAF" w:rsidRPr="00F36B40" w:rsidRDefault="006C3DAF" w:rsidP="006C3D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6B40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4A2C8D1" w14:textId="4AB9ED4C" w:rsidR="006C3DAF" w:rsidRPr="00F36B40" w:rsidRDefault="006C3DAF" w:rsidP="006C3D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6B40">
              <w:rPr>
                <w:rFonts w:ascii="Corbel" w:hAnsi="Corbel"/>
                <w:b w:val="0"/>
                <w:smallCaps w:val="0"/>
                <w:szCs w:val="24"/>
              </w:rPr>
              <w:t xml:space="preserve">KOLOKWIUM- TEST </w:t>
            </w:r>
          </w:p>
        </w:tc>
        <w:tc>
          <w:tcPr>
            <w:tcW w:w="2117" w:type="dxa"/>
          </w:tcPr>
          <w:p w14:paraId="73FEA156" w14:textId="335ED2D1" w:rsidR="006C3DAF" w:rsidRPr="00F36B40" w:rsidRDefault="006C3DAF" w:rsidP="006C3D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6B40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6C3DAF" w:rsidRPr="00B169DF" w14:paraId="58F344EB" w14:textId="77777777" w:rsidTr="00FE4F66">
        <w:tc>
          <w:tcPr>
            <w:tcW w:w="1962" w:type="dxa"/>
          </w:tcPr>
          <w:p w14:paraId="5EE32045" w14:textId="74547360" w:rsidR="006C3DAF" w:rsidRPr="00F36B40" w:rsidRDefault="006C3DAF" w:rsidP="006C3D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6B4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A59D0FB" w14:textId="59D14F2E" w:rsidR="006C3DAF" w:rsidRPr="00F36B40" w:rsidRDefault="006C3DAF" w:rsidP="006C3D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6B40">
              <w:rPr>
                <w:rFonts w:ascii="Corbel" w:hAnsi="Corbel"/>
                <w:b w:val="0"/>
                <w:smallCaps w:val="0"/>
                <w:szCs w:val="24"/>
              </w:rPr>
              <w:t xml:space="preserve">KOLOKWIUM- TEST </w:t>
            </w:r>
          </w:p>
        </w:tc>
        <w:tc>
          <w:tcPr>
            <w:tcW w:w="2117" w:type="dxa"/>
          </w:tcPr>
          <w:p w14:paraId="72B305D2" w14:textId="57CA729E" w:rsidR="006C3DAF" w:rsidRPr="00F36B40" w:rsidRDefault="006C3DAF" w:rsidP="006C3D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6B40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6C3DAF" w:rsidRPr="00B169DF" w14:paraId="3A0062BE" w14:textId="77777777" w:rsidTr="00FE4F66">
        <w:tc>
          <w:tcPr>
            <w:tcW w:w="1962" w:type="dxa"/>
          </w:tcPr>
          <w:p w14:paraId="528A4F76" w14:textId="66DB1E29" w:rsidR="006C3DAF" w:rsidRPr="00F36B40" w:rsidRDefault="006C3DAF" w:rsidP="006C3D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6B4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1F17441A" w14:textId="4DD777FE" w:rsidR="006C3DAF" w:rsidRPr="00F36B40" w:rsidRDefault="006C3DAF" w:rsidP="006C3D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6B40">
              <w:rPr>
                <w:rFonts w:ascii="Corbel" w:hAnsi="Corbel"/>
                <w:b w:val="0"/>
                <w:smallCaps w:val="0"/>
                <w:szCs w:val="24"/>
              </w:rPr>
              <w:t xml:space="preserve">KOLOKWIUM- TEST </w:t>
            </w:r>
          </w:p>
        </w:tc>
        <w:tc>
          <w:tcPr>
            <w:tcW w:w="2117" w:type="dxa"/>
          </w:tcPr>
          <w:p w14:paraId="5A9C51F1" w14:textId="0C9BF74F" w:rsidR="006C3DAF" w:rsidRPr="00F36B40" w:rsidRDefault="006C3DAF" w:rsidP="006C3D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6B40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6C3DAF" w:rsidRPr="00B169DF" w14:paraId="6BE0D330" w14:textId="77777777" w:rsidTr="00FE4F66">
        <w:tc>
          <w:tcPr>
            <w:tcW w:w="1962" w:type="dxa"/>
          </w:tcPr>
          <w:p w14:paraId="2FB7FE39" w14:textId="7F21077F" w:rsidR="006C3DAF" w:rsidRPr="00F36B40" w:rsidRDefault="006C3DAF" w:rsidP="006C3D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6B4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0A095B7" w14:textId="5E2334C5" w:rsidR="006C3DAF" w:rsidRPr="00F36B40" w:rsidRDefault="006C3DAF" w:rsidP="006C3D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6B40">
              <w:rPr>
                <w:rFonts w:ascii="Corbel" w:hAnsi="Corbel"/>
                <w:b w:val="0"/>
                <w:smallCaps w:val="0"/>
                <w:szCs w:val="24"/>
              </w:rPr>
              <w:t xml:space="preserve">KOLOKWIUM- TEST </w:t>
            </w:r>
          </w:p>
        </w:tc>
        <w:tc>
          <w:tcPr>
            <w:tcW w:w="2117" w:type="dxa"/>
          </w:tcPr>
          <w:p w14:paraId="6B9C727B" w14:textId="566B585B" w:rsidR="006C3DAF" w:rsidRPr="00F36B40" w:rsidRDefault="006C3DAF" w:rsidP="006C3D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6B40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  <w:tr w:rsidR="006C3DAF" w:rsidRPr="00B169DF" w14:paraId="4BECFBC5" w14:textId="77777777" w:rsidTr="00FE4F66">
        <w:tc>
          <w:tcPr>
            <w:tcW w:w="1962" w:type="dxa"/>
          </w:tcPr>
          <w:p w14:paraId="79DB7F12" w14:textId="312995F6" w:rsidR="006C3DAF" w:rsidRPr="00F36B40" w:rsidRDefault="006C3DAF" w:rsidP="006C3D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6B4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74A6BDE9" w14:textId="07AC602F" w:rsidR="006C3DAF" w:rsidRPr="00F36B40" w:rsidRDefault="006C3DAF" w:rsidP="006C3D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6B40">
              <w:rPr>
                <w:rFonts w:ascii="Corbel" w:hAnsi="Corbel"/>
                <w:b w:val="0"/>
                <w:smallCaps w:val="0"/>
                <w:szCs w:val="24"/>
              </w:rPr>
              <w:t xml:space="preserve">KOLOKWIUM- TEST </w:t>
            </w:r>
          </w:p>
        </w:tc>
        <w:tc>
          <w:tcPr>
            <w:tcW w:w="2117" w:type="dxa"/>
          </w:tcPr>
          <w:p w14:paraId="3BD094E5" w14:textId="6F297FE9" w:rsidR="006C3DAF" w:rsidRPr="00F36B40" w:rsidRDefault="006C3DAF" w:rsidP="006C3D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6B40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</w:tc>
      </w:tr>
    </w:tbl>
    <w:p w14:paraId="7760256C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8885D6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16834846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2DFBF4E8" w14:textId="77777777" w:rsidTr="00923D7D">
        <w:tc>
          <w:tcPr>
            <w:tcW w:w="9670" w:type="dxa"/>
          </w:tcPr>
          <w:p w14:paraId="4C4FD473" w14:textId="7DEC4F3F" w:rsidR="006C3DAF" w:rsidRPr="006C3DAF" w:rsidRDefault="006C3DAF" w:rsidP="006C3DA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DAF">
              <w:rPr>
                <w:rFonts w:ascii="Corbel" w:hAnsi="Corbel"/>
                <w:b w:val="0"/>
                <w:smallCaps w:val="0"/>
                <w:szCs w:val="24"/>
              </w:rPr>
              <w:t>Rozpoznawanie przez studenta odpowiedzi: krótkich strukturyzowanych pytań, testu jednokrotnego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/wielokrotnego</w:t>
            </w:r>
            <w:r w:rsidRPr="006C3DAF">
              <w:rPr>
                <w:rFonts w:ascii="Corbel" w:hAnsi="Corbel"/>
                <w:b w:val="0"/>
                <w:smallCaps w:val="0"/>
                <w:szCs w:val="24"/>
              </w:rPr>
              <w:t xml:space="preserve"> wyboru w zakresie wyszczególnionych efektów kształcenia. Dodatkowo 2-3 pytania otwarte </w:t>
            </w:r>
          </w:p>
          <w:p w14:paraId="2D96296D" w14:textId="77777777" w:rsidR="006C3DAF" w:rsidRPr="006C3DAF" w:rsidRDefault="006C3DAF" w:rsidP="006C3DA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DAF">
              <w:rPr>
                <w:rFonts w:ascii="Corbel" w:hAnsi="Corbel"/>
                <w:b w:val="0"/>
                <w:smallCaps w:val="0"/>
                <w:szCs w:val="24"/>
              </w:rPr>
              <w:t>Pozytywna ocena z testu pisemnego jednokrotnego wyboru tj. uzyskanie przez studenta, co</w:t>
            </w:r>
          </w:p>
          <w:p w14:paraId="3B61B224" w14:textId="74C018C8" w:rsidR="006C3DAF" w:rsidRPr="00B169DF" w:rsidRDefault="006C3DAF" w:rsidP="006C3D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DAF">
              <w:rPr>
                <w:rFonts w:ascii="Corbel" w:hAnsi="Corbel"/>
                <w:b w:val="0"/>
                <w:smallCaps w:val="0"/>
                <w:szCs w:val="24"/>
              </w:rPr>
              <w:t>najmniej 60% pozytywnych</w:t>
            </w:r>
          </w:p>
        </w:tc>
      </w:tr>
    </w:tbl>
    <w:p w14:paraId="35EF3C5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2AB7CD" w14:textId="77777777" w:rsidR="009E3D42" w:rsidRDefault="009E3D42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35EB1AE5" w14:textId="197A2002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7380A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09BACFE9" w14:textId="77777777" w:rsidTr="003E1941">
        <w:tc>
          <w:tcPr>
            <w:tcW w:w="4962" w:type="dxa"/>
            <w:vAlign w:val="center"/>
          </w:tcPr>
          <w:p w14:paraId="451A9E98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942FB98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2323637D" w14:textId="77777777" w:rsidTr="00923D7D">
        <w:tc>
          <w:tcPr>
            <w:tcW w:w="4962" w:type="dxa"/>
          </w:tcPr>
          <w:p w14:paraId="5EC6E16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EC127E0" w14:textId="09707F6C" w:rsidR="0085747A" w:rsidRPr="00B169DF" w:rsidRDefault="006C3D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24D885CB" w14:textId="77777777" w:rsidTr="00923D7D">
        <w:tc>
          <w:tcPr>
            <w:tcW w:w="4962" w:type="dxa"/>
          </w:tcPr>
          <w:p w14:paraId="1FAC8535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87F111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DBF0966" w14:textId="3BD4FF1E" w:rsidR="00C61DC5" w:rsidRPr="00B169DF" w:rsidRDefault="006C3D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B169DF" w14:paraId="0936904B" w14:textId="77777777" w:rsidTr="00923D7D">
        <w:tc>
          <w:tcPr>
            <w:tcW w:w="4962" w:type="dxa"/>
          </w:tcPr>
          <w:p w14:paraId="21917A6A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511FACA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DCEFFC1" w14:textId="7DE30064" w:rsidR="00C61DC5" w:rsidRPr="00B169DF" w:rsidRDefault="006C3D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B169DF" w14:paraId="3AD862D2" w14:textId="77777777" w:rsidTr="00923D7D">
        <w:tc>
          <w:tcPr>
            <w:tcW w:w="4962" w:type="dxa"/>
          </w:tcPr>
          <w:p w14:paraId="0D4A466B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7C410C" w14:textId="090309C3" w:rsidR="0085747A" w:rsidRPr="00B169DF" w:rsidRDefault="006C3D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169DF" w14:paraId="1602030F" w14:textId="77777777" w:rsidTr="00923D7D">
        <w:tc>
          <w:tcPr>
            <w:tcW w:w="4962" w:type="dxa"/>
          </w:tcPr>
          <w:p w14:paraId="1A53D6B4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D6064A6" w14:textId="549A307E" w:rsidR="0085747A" w:rsidRPr="00B169DF" w:rsidRDefault="006C3D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63C0640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C8C11C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A50C50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65D63B4B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4E8C8D2" w14:textId="77777777" w:rsidTr="009E3D42">
        <w:trPr>
          <w:trHeight w:val="397"/>
        </w:trPr>
        <w:tc>
          <w:tcPr>
            <w:tcW w:w="3544" w:type="dxa"/>
          </w:tcPr>
          <w:p w14:paraId="66AD8B1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ABE6300" w14:textId="061D870F" w:rsidR="0085747A" w:rsidRPr="00B169DF" w:rsidRDefault="006C3D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0630C21B" w14:textId="77777777" w:rsidTr="009E3D42">
        <w:trPr>
          <w:trHeight w:val="397"/>
        </w:trPr>
        <w:tc>
          <w:tcPr>
            <w:tcW w:w="3544" w:type="dxa"/>
          </w:tcPr>
          <w:p w14:paraId="516D079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C9FE61" w14:textId="36DDABCA" w:rsidR="0085747A" w:rsidRPr="00B169DF" w:rsidRDefault="006C3D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7934ABF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A73910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1244CCB8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49967745" w14:textId="77777777" w:rsidTr="009E3D42">
        <w:trPr>
          <w:trHeight w:val="397"/>
        </w:trPr>
        <w:tc>
          <w:tcPr>
            <w:tcW w:w="7513" w:type="dxa"/>
          </w:tcPr>
          <w:p w14:paraId="56B29339" w14:textId="5C88CF31" w:rsidR="0085747A" w:rsidRDefault="0085747A" w:rsidP="009E3D42">
            <w:pPr>
              <w:pStyle w:val="Punktygwne"/>
              <w:spacing w:before="0" w:after="0"/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6C3DAF">
              <w:t xml:space="preserve"> </w:t>
            </w:r>
          </w:p>
          <w:p w14:paraId="4395C27F" w14:textId="77777777" w:rsidR="009E3D42" w:rsidRDefault="009E3D42" w:rsidP="003B01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6CC692B0" w14:textId="3F874603" w:rsidR="003B0143" w:rsidRPr="003B0143" w:rsidRDefault="003B0143" w:rsidP="003B01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bookmarkStart w:id="0" w:name="_GoBack"/>
            <w:bookmarkEnd w:id="0"/>
            <w:r w:rsidRPr="003B01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Włodarek D, </w:t>
            </w:r>
            <w:proofErr w:type="spellStart"/>
            <w:r w:rsidRPr="003B01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Teoplitz</w:t>
            </w:r>
            <w:proofErr w:type="spellEnd"/>
            <w:r w:rsidRPr="003B01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Z., Myszkowska-</w:t>
            </w:r>
            <w:proofErr w:type="spellStart"/>
            <w:r w:rsidRPr="003B01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Ryciak</w:t>
            </w:r>
            <w:proofErr w:type="spellEnd"/>
            <w:r w:rsidRPr="003B01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J.,(2019) Edukacja prozdrowotna i promocja zdrowia, Wydawnictwo SGGW, Warszawa</w:t>
            </w:r>
          </w:p>
          <w:p w14:paraId="746E6145" w14:textId="5CCB5E85" w:rsidR="006C3DAF" w:rsidRPr="00B169DF" w:rsidRDefault="006C3DAF" w:rsidP="006C3D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3D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Błaszczuk, K., Rynkowska, D. (2014). Wybrane problemy zdrowia publicznego w perspektywie pracy socjalnej. Podręcznik dla studentów, Rzeszów, Wydawnictwo Uniwersytetu w Rzeszowie</w:t>
            </w:r>
          </w:p>
        </w:tc>
      </w:tr>
      <w:tr w:rsidR="0085747A" w:rsidRPr="00B169DF" w14:paraId="0C8ED45E" w14:textId="77777777" w:rsidTr="009E3D42">
        <w:trPr>
          <w:trHeight w:val="397"/>
        </w:trPr>
        <w:tc>
          <w:tcPr>
            <w:tcW w:w="7513" w:type="dxa"/>
          </w:tcPr>
          <w:p w14:paraId="5D217B6B" w14:textId="0AB6B0FA" w:rsidR="002C2F6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DB01EA5" w14:textId="77777777" w:rsidR="009E3D42" w:rsidRDefault="009E3D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16858F9" w14:textId="2E89AF52" w:rsidR="003B0143" w:rsidRDefault="003B01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0143">
              <w:rPr>
                <w:rFonts w:ascii="Corbel" w:hAnsi="Corbel"/>
                <w:b w:val="0"/>
                <w:smallCaps w:val="0"/>
                <w:szCs w:val="24"/>
              </w:rPr>
              <w:t xml:space="preserve">Andruszkiewicz A./red/ (2008) Promocja zdrowia. Teoretyczne podstawy promocji zdrowia. Tom . </w:t>
            </w:r>
            <w:proofErr w:type="spellStart"/>
            <w:r w:rsidRPr="003B0143">
              <w:rPr>
                <w:rFonts w:ascii="Corbel" w:hAnsi="Corbel"/>
                <w:b w:val="0"/>
                <w:smallCaps w:val="0"/>
                <w:szCs w:val="24"/>
              </w:rPr>
              <w:t>Czelej</w:t>
            </w:r>
            <w:proofErr w:type="spellEnd"/>
            <w:r w:rsidRPr="003B0143">
              <w:rPr>
                <w:rFonts w:ascii="Corbel" w:hAnsi="Corbel"/>
                <w:b w:val="0"/>
                <w:smallCaps w:val="0"/>
                <w:szCs w:val="24"/>
              </w:rPr>
              <w:t>, Lublin</w:t>
            </w:r>
          </w:p>
          <w:p w14:paraId="2C6A7ECA" w14:textId="0EE770CB" w:rsidR="0085747A" w:rsidRPr="002C2F6F" w:rsidRDefault="002C2F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C2F6F">
              <w:rPr>
                <w:rFonts w:ascii="Corbel" w:hAnsi="Corbel"/>
                <w:b w:val="0"/>
                <w:smallCaps w:val="0"/>
                <w:szCs w:val="24"/>
              </w:rPr>
              <w:t>Woynarowska</w:t>
            </w:r>
            <w:proofErr w:type="spellEnd"/>
            <w:r w:rsidRPr="002C2F6F">
              <w:rPr>
                <w:rFonts w:ascii="Corbel" w:hAnsi="Corbel"/>
                <w:b w:val="0"/>
                <w:smallCaps w:val="0"/>
                <w:szCs w:val="24"/>
              </w:rPr>
              <w:t>, B., (2017). Edukacja zdrowotna. PWN, Warszawa</w:t>
            </w:r>
          </w:p>
        </w:tc>
      </w:tr>
    </w:tbl>
    <w:p w14:paraId="5E75CA7A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F4C017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58538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DBE140" w14:textId="77777777" w:rsidR="00B947DF" w:rsidRDefault="00B947DF" w:rsidP="00C16ABF">
      <w:pPr>
        <w:spacing w:after="0" w:line="240" w:lineRule="auto"/>
      </w:pPr>
      <w:r>
        <w:separator/>
      </w:r>
    </w:p>
  </w:endnote>
  <w:endnote w:type="continuationSeparator" w:id="0">
    <w:p w14:paraId="675EC746" w14:textId="77777777" w:rsidR="00B947DF" w:rsidRDefault="00B947D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9FCD51" w14:textId="77777777" w:rsidR="00B947DF" w:rsidRDefault="00B947DF" w:rsidP="00C16ABF">
      <w:pPr>
        <w:spacing w:after="0" w:line="240" w:lineRule="auto"/>
      </w:pPr>
      <w:r>
        <w:separator/>
      </w:r>
    </w:p>
  </w:footnote>
  <w:footnote w:type="continuationSeparator" w:id="0">
    <w:p w14:paraId="3CA927EF" w14:textId="77777777" w:rsidR="00B947DF" w:rsidRDefault="00B947DF" w:rsidP="00C16ABF">
      <w:pPr>
        <w:spacing w:after="0" w:line="240" w:lineRule="auto"/>
      </w:pPr>
      <w:r>
        <w:continuationSeparator/>
      </w:r>
    </w:p>
  </w:footnote>
  <w:footnote w:id="1">
    <w:p w14:paraId="2D29763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AE2A97"/>
    <w:multiLevelType w:val="hybridMultilevel"/>
    <w:tmpl w:val="67849082"/>
    <w:lvl w:ilvl="0" w:tplc="2A64CA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10C59"/>
    <w:rsid w:val="00124BFF"/>
    <w:rsid w:val="0012560E"/>
    <w:rsid w:val="00127108"/>
    <w:rsid w:val="00134B13"/>
    <w:rsid w:val="0014225D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3EC0"/>
    <w:rsid w:val="002A671D"/>
    <w:rsid w:val="002B4D55"/>
    <w:rsid w:val="002B5EA0"/>
    <w:rsid w:val="002B6119"/>
    <w:rsid w:val="002C1F06"/>
    <w:rsid w:val="002C2F6F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0143"/>
    <w:rsid w:val="003C0BAE"/>
    <w:rsid w:val="003C6B52"/>
    <w:rsid w:val="003D18A9"/>
    <w:rsid w:val="003D6CE2"/>
    <w:rsid w:val="003E1941"/>
    <w:rsid w:val="003E2FE6"/>
    <w:rsid w:val="003E49D5"/>
    <w:rsid w:val="003F205D"/>
    <w:rsid w:val="003F38C0"/>
    <w:rsid w:val="00414E3C"/>
    <w:rsid w:val="004152C1"/>
    <w:rsid w:val="0042244A"/>
    <w:rsid w:val="0042745A"/>
    <w:rsid w:val="00431D5C"/>
    <w:rsid w:val="004362C6"/>
    <w:rsid w:val="00437FA2"/>
    <w:rsid w:val="004435E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C3C"/>
    <w:rsid w:val="004968E2"/>
    <w:rsid w:val="004A3EEA"/>
    <w:rsid w:val="004A4D1F"/>
    <w:rsid w:val="004B3F0E"/>
    <w:rsid w:val="004D31C0"/>
    <w:rsid w:val="004D5282"/>
    <w:rsid w:val="004F1551"/>
    <w:rsid w:val="004F55A3"/>
    <w:rsid w:val="004F7579"/>
    <w:rsid w:val="0050496F"/>
    <w:rsid w:val="00511744"/>
    <w:rsid w:val="00513B6F"/>
    <w:rsid w:val="00517C63"/>
    <w:rsid w:val="00517F23"/>
    <w:rsid w:val="005363C4"/>
    <w:rsid w:val="00536BDE"/>
    <w:rsid w:val="00543ACC"/>
    <w:rsid w:val="0056696D"/>
    <w:rsid w:val="00585382"/>
    <w:rsid w:val="0059484D"/>
    <w:rsid w:val="005A0855"/>
    <w:rsid w:val="005A3196"/>
    <w:rsid w:val="005B43FA"/>
    <w:rsid w:val="005C080F"/>
    <w:rsid w:val="005C2708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3DAF"/>
    <w:rsid w:val="006D050F"/>
    <w:rsid w:val="006D6139"/>
    <w:rsid w:val="006E5D65"/>
    <w:rsid w:val="006F1282"/>
    <w:rsid w:val="006F1FBC"/>
    <w:rsid w:val="006F31E2"/>
    <w:rsid w:val="00706544"/>
    <w:rsid w:val="007072BA"/>
    <w:rsid w:val="0071615A"/>
    <w:rsid w:val="0071620A"/>
    <w:rsid w:val="00724677"/>
    <w:rsid w:val="00725459"/>
    <w:rsid w:val="007301EC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2C77"/>
    <w:rsid w:val="009C3E31"/>
    <w:rsid w:val="009C54AE"/>
    <w:rsid w:val="009C788E"/>
    <w:rsid w:val="009D3F3B"/>
    <w:rsid w:val="009E0543"/>
    <w:rsid w:val="009E3B41"/>
    <w:rsid w:val="009E3D42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795B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5133A"/>
    <w:rsid w:val="00B607DB"/>
    <w:rsid w:val="00B66529"/>
    <w:rsid w:val="00B75946"/>
    <w:rsid w:val="00B8056E"/>
    <w:rsid w:val="00B819C8"/>
    <w:rsid w:val="00B82308"/>
    <w:rsid w:val="00B90885"/>
    <w:rsid w:val="00B947DF"/>
    <w:rsid w:val="00BB42B3"/>
    <w:rsid w:val="00BB520A"/>
    <w:rsid w:val="00BB616E"/>
    <w:rsid w:val="00BD3869"/>
    <w:rsid w:val="00BD66E9"/>
    <w:rsid w:val="00BD6FF4"/>
    <w:rsid w:val="00BE7FF9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5C24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475BA"/>
    <w:rsid w:val="00D552B2"/>
    <w:rsid w:val="00D608D1"/>
    <w:rsid w:val="00D74119"/>
    <w:rsid w:val="00D775AB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3482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03CE"/>
    <w:rsid w:val="00ED32D2"/>
    <w:rsid w:val="00EE32DE"/>
    <w:rsid w:val="00EE5457"/>
    <w:rsid w:val="00F070AB"/>
    <w:rsid w:val="00F17567"/>
    <w:rsid w:val="00F27A7B"/>
    <w:rsid w:val="00F36B40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4F66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2B28B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29CC5-C9B6-41EE-9C70-3F69DE218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4</Pages>
  <Words>917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8</cp:revision>
  <cp:lastPrinted>2019-02-06T12:12:00Z</cp:lastPrinted>
  <dcterms:created xsi:type="dcterms:W3CDTF">2024-07-07T10:09:00Z</dcterms:created>
  <dcterms:modified xsi:type="dcterms:W3CDTF">2024-08-08T07:47:00Z</dcterms:modified>
</cp:coreProperties>
</file>